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sdt>
      <w:sdtPr>
        <w:id w:val="-1389336157"/>
        <w:docPartObj>
          <w:docPartGallery w:val="Cover Pages"/>
          <w:docPartUnique/>
        </w:docPartObj>
      </w:sdtPr>
      <w:sdtContent>
        <w:p w:rsidR="00483BB1" w:rsidRDefault="0097798D"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690FBAB7" wp14:editId="163AC116">
                <wp:simplePos x="0" y="0"/>
                <wp:positionH relativeFrom="column">
                  <wp:posOffset>-599131</wp:posOffset>
                </wp:positionH>
                <wp:positionV relativeFrom="page">
                  <wp:posOffset>827405</wp:posOffset>
                </wp:positionV>
                <wp:extent cx="2239645" cy="1033145"/>
                <wp:effectExtent l="0" t="0" r="0" b="0"/>
                <wp:wrapThrough wrapText="bothSides">
                  <wp:wrapPolygon edited="0">
                    <wp:start x="6982" y="797"/>
                    <wp:lineTo x="6247" y="2390"/>
                    <wp:lineTo x="5389" y="4779"/>
                    <wp:lineTo x="3552" y="6904"/>
                    <wp:lineTo x="2572" y="8497"/>
                    <wp:lineTo x="2572" y="11152"/>
                    <wp:lineTo x="3185" y="14073"/>
                    <wp:lineTo x="8574" y="18321"/>
                    <wp:lineTo x="8696" y="20445"/>
                    <wp:lineTo x="17148" y="20445"/>
                    <wp:lineTo x="16903" y="18321"/>
                    <wp:lineTo x="17393" y="18321"/>
                    <wp:lineTo x="18862" y="15135"/>
                    <wp:lineTo x="19107" y="10621"/>
                    <wp:lineTo x="17515" y="10090"/>
                    <wp:lineTo x="8206" y="9824"/>
                    <wp:lineTo x="9921" y="7435"/>
                    <wp:lineTo x="9921" y="4248"/>
                    <wp:lineTo x="8819" y="1593"/>
                    <wp:lineTo x="7961" y="797"/>
                    <wp:lineTo x="6982" y="797"/>
                  </wp:wrapPolygon>
                </wp:wrapThrough>
                <wp:docPr id="1104193655" name="Gráfic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04193655" name="Gráfico 6"/>
                        <pic:cNvPicPr/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7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39645" cy="1033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483BB1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39" behindDoc="0" locked="0" layoutInCell="1" allowOverlap="1" wp14:anchorId="500CC19E" wp14:editId="5CE5EC38">
                    <wp:simplePos x="0" y="0"/>
                    <wp:positionH relativeFrom="column">
                      <wp:posOffset>-1080135</wp:posOffset>
                    </wp:positionH>
                    <wp:positionV relativeFrom="paragraph">
                      <wp:posOffset>-899795</wp:posOffset>
                    </wp:positionV>
                    <wp:extent cx="7772400" cy="10058400"/>
                    <wp:effectExtent l="0" t="0" r="12700" b="12700"/>
                    <wp:wrapNone/>
                    <wp:docPr id="1953130701" name="Rectángulo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772400" cy="100584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18239EFB" id="Rectángulo 4" o:spid="_x0000_s1026" style="position:absolute;margin-left:-85.05pt;margin-top:-70.85pt;width:612pt;height:11in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" fillcolor="white [3212]" strokecolor="#09101d [484]" strokeweight="1pt"/>
                </w:pict>
              </mc:Fallback>
            </mc:AlternateContent>
          </w:r>
        </w:p>
        <w:p w:rsidR="00483BB1" w:rsidRDefault="00483BB1"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FBD8000" wp14:editId="14D9B520">
                <wp:simplePos x="0" y="0"/>
                <wp:positionH relativeFrom="column">
                  <wp:posOffset>-79375</wp:posOffset>
                </wp:positionH>
                <wp:positionV relativeFrom="topMargin">
                  <wp:posOffset>3393440</wp:posOffset>
                </wp:positionV>
                <wp:extent cx="7703820" cy="7703820"/>
                <wp:effectExtent l="0" t="0" r="0" b="0"/>
                <wp:wrapThrough wrapText="bothSides">
                  <wp:wrapPolygon edited="0">
                    <wp:start x="14208" y="1389"/>
                    <wp:lineTo x="13994" y="1496"/>
                    <wp:lineTo x="13318" y="1958"/>
                    <wp:lineTo x="13033" y="2599"/>
                    <wp:lineTo x="12997" y="3169"/>
                    <wp:lineTo x="11680" y="3169"/>
                    <wp:lineTo x="10647" y="3418"/>
                    <wp:lineTo x="10647" y="3739"/>
                    <wp:lineTo x="10326" y="4309"/>
                    <wp:lineTo x="10291" y="4878"/>
                    <wp:lineTo x="10469" y="5448"/>
                    <wp:lineTo x="10469" y="5484"/>
                    <wp:lineTo x="10932" y="6018"/>
                    <wp:lineTo x="10255" y="6231"/>
                    <wp:lineTo x="9579" y="6516"/>
                    <wp:lineTo x="9401" y="6801"/>
                    <wp:lineTo x="9151" y="7122"/>
                    <wp:lineTo x="9009" y="7727"/>
                    <wp:lineTo x="9009" y="8866"/>
                    <wp:lineTo x="5341" y="8866"/>
                    <wp:lineTo x="3312" y="9080"/>
                    <wp:lineTo x="3312" y="9436"/>
                    <wp:lineTo x="3062" y="9543"/>
                    <wp:lineTo x="2742" y="9899"/>
                    <wp:lineTo x="2742" y="10576"/>
                    <wp:lineTo x="2101" y="10576"/>
                    <wp:lineTo x="1389" y="10896"/>
                    <wp:lineTo x="1318" y="11466"/>
                    <wp:lineTo x="1318" y="11822"/>
                    <wp:lineTo x="1674" y="12285"/>
                    <wp:lineTo x="1175" y="12499"/>
                    <wp:lineTo x="677" y="12748"/>
                    <wp:lineTo x="427" y="13353"/>
                    <wp:lineTo x="534" y="14136"/>
                    <wp:lineTo x="1211" y="14564"/>
                    <wp:lineTo x="1460" y="14564"/>
                    <wp:lineTo x="1068" y="15134"/>
                    <wp:lineTo x="926" y="15383"/>
                    <wp:lineTo x="783" y="15703"/>
                    <wp:lineTo x="783" y="15774"/>
                    <wp:lineTo x="819" y="16273"/>
                    <wp:lineTo x="1139" y="16914"/>
                    <wp:lineTo x="2457" y="17412"/>
                    <wp:lineTo x="2635" y="17412"/>
                    <wp:lineTo x="2493" y="17982"/>
                    <wp:lineTo x="2564" y="18552"/>
                    <wp:lineTo x="2955" y="19122"/>
                    <wp:lineTo x="2991" y="19300"/>
                    <wp:lineTo x="5021" y="19691"/>
                    <wp:lineTo x="5840" y="19763"/>
                    <wp:lineTo x="6623" y="20190"/>
                    <wp:lineTo x="7371" y="20190"/>
                    <wp:lineTo x="8154" y="19727"/>
                    <wp:lineTo x="8510" y="19122"/>
                    <wp:lineTo x="8582" y="18552"/>
                    <wp:lineTo x="9365" y="18552"/>
                    <wp:lineTo x="10825" y="18160"/>
                    <wp:lineTo x="10825" y="17982"/>
                    <wp:lineTo x="11181" y="17412"/>
                    <wp:lineTo x="11288" y="16843"/>
                    <wp:lineTo x="11217" y="16344"/>
                    <wp:lineTo x="11181" y="16273"/>
                    <wp:lineTo x="10896" y="15846"/>
                    <wp:lineTo x="10789" y="15703"/>
                    <wp:lineTo x="10932" y="15134"/>
                    <wp:lineTo x="11110" y="15134"/>
                    <wp:lineTo x="11858" y="14671"/>
                    <wp:lineTo x="12142" y="14030"/>
                    <wp:lineTo x="12214" y="13424"/>
                    <wp:lineTo x="12214" y="12855"/>
                    <wp:lineTo x="15098" y="12855"/>
                    <wp:lineTo x="16985" y="12641"/>
                    <wp:lineTo x="16950" y="12285"/>
                    <wp:lineTo x="17804" y="12285"/>
                    <wp:lineTo x="18837" y="11964"/>
                    <wp:lineTo x="18872" y="11252"/>
                    <wp:lineTo x="20119" y="10718"/>
                    <wp:lineTo x="20297" y="9970"/>
                    <wp:lineTo x="20047" y="9436"/>
                    <wp:lineTo x="20831" y="8866"/>
                    <wp:lineTo x="21151" y="8297"/>
                    <wp:lineTo x="21116" y="7727"/>
                    <wp:lineTo x="20866" y="7407"/>
                    <wp:lineTo x="20617" y="7157"/>
                    <wp:lineTo x="20404" y="6588"/>
                    <wp:lineTo x="20760" y="6053"/>
                    <wp:lineTo x="20831" y="5448"/>
                    <wp:lineTo x="20653" y="5056"/>
                    <wp:lineTo x="20582" y="4700"/>
                    <wp:lineTo x="19763" y="4415"/>
                    <wp:lineTo x="18872" y="4309"/>
                    <wp:lineTo x="19086" y="3739"/>
                    <wp:lineTo x="19050" y="3169"/>
                    <wp:lineTo x="18730" y="2599"/>
                    <wp:lineTo x="18766" y="2350"/>
                    <wp:lineTo x="17769" y="2136"/>
                    <wp:lineTo x="15846" y="1958"/>
                    <wp:lineTo x="15169" y="1496"/>
                    <wp:lineTo x="14955" y="1389"/>
                    <wp:lineTo x="14208" y="1389"/>
                  </wp:wrapPolygon>
                </wp:wrapThrough>
                <wp:docPr id="1724514244" name="Gráfic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24514244" name="Gráfico 1724514244"/>
                        <pic:cNvPicPr preferRelativeResize="0"/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9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03820" cy="7703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B35E6FE" wp14:editId="58E7C813">
                    <wp:simplePos x="0" y="0"/>
                    <wp:positionH relativeFrom="column">
                      <wp:posOffset>-387384</wp:posOffset>
                    </wp:positionH>
                    <wp:positionV relativeFrom="paragraph">
                      <wp:posOffset>1506512</wp:posOffset>
                    </wp:positionV>
                    <wp:extent cx="4843849" cy="1408671"/>
                    <wp:effectExtent l="0" t="0" r="0" b="0"/>
                    <wp:wrapNone/>
                    <wp:docPr id="849710500" name="Cuadro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843849" cy="14086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83BB1" w:rsidRPr="0097798D" w:rsidRDefault="00483BB1" w:rsidP="00483BB1">
                                <w:pPr>
                                  <w:rPr>
                                    <w:rFonts w:ascii="Aeonik" w:hAnsi="Aeonik"/>
                                    <w:b/>
                                    <w:bCs/>
                                    <w:color w:val="0075C2"/>
                                    <w:sz w:val="52"/>
                                    <w:szCs w:val="52"/>
                                  </w:rPr>
                                </w:pPr>
                                <w:r w:rsidRPr="0097798D">
                                  <w:rPr>
                                    <w:rFonts w:ascii="Aeonik" w:hAnsi="Aeonik"/>
                                    <w:b/>
                                    <w:bCs/>
                                    <w:color w:val="0075C2"/>
                                    <w:sz w:val="52"/>
                                    <w:szCs w:val="52"/>
                                  </w:rPr>
                                  <w:t>Título del documento</w:t>
                                </w:r>
                              </w:p>
                              <w:p w:rsidR="00483BB1" w:rsidRPr="00483BB1" w:rsidRDefault="00483BB1" w:rsidP="00483BB1">
                                <w:pPr>
                                  <w:rPr>
                                    <w:rFonts w:ascii="Aeonik Light" w:hAnsi="Aeonik Light"/>
                                    <w:color w:val="00B4E0"/>
                                    <w:sz w:val="36"/>
                                    <w:szCs w:val="36"/>
                                  </w:rPr>
                                </w:pPr>
                                <w:r w:rsidRPr="00483BB1">
                                  <w:rPr>
                                    <w:rFonts w:ascii="Aeonik Light" w:hAnsi="Aeonik Light"/>
                                    <w:color w:val="00B4E0"/>
                                    <w:sz w:val="36"/>
                                    <w:szCs w:val="36"/>
                                  </w:rPr>
                                  <w:t>Subtítulo del documento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B35E6FE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3" o:spid="_x0000_s1026" type="#_x0000_t202" style="position:absolute;margin-left:-30.5pt;margin-top:118.6pt;width:381.4pt;height:11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" filled="f" stroked="f" strokeweight=".5pt">
                    <v:textbox>
                      <w:txbxContent>
                        <w:p w:rsidR="00483BB1" w:rsidRPr="0097798D" w:rsidRDefault="00483BB1" w:rsidP="00483BB1">
                          <w:pPr>
                            <w:rPr>
                              <w:rFonts w:ascii="Aeonik" w:hAnsi="Aeonik"/>
                              <w:b/>
                              <w:bCs/>
                              <w:color w:val="0075C2"/>
                              <w:sz w:val="52"/>
                              <w:szCs w:val="52"/>
                            </w:rPr>
                          </w:pPr>
                          <w:r w:rsidRPr="0097798D">
                            <w:rPr>
                              <w:rFonts w:ascii="Aeonik" w:hAnsi="Aeonik"/>
                              <w:b/>
                              <w:bCs/>
                              <w:color w:val="0075C2"/>
                              <w:sz w:val="52"/>
                              <w:szCs w:val="52"/>
                            </w:rPr>
                            <w:t>Título del documento</w:t>
                          </w:r>
                        </w:p>
                        <w:p w:rsidR="00483BB1" w:rsidRPr="00483BB1" w:rsidRDefault="00483BB1" w:rsidP="00483BB1">
                          <w:pPr>
                            <w:rPr>
                              <w:rFonts w:ascii="Aeonik Light" w:hAnsi="Aeonik Light"/>
                              <w:color w:val="00B4E0"/>
                              <w:sz w:val="36"/>
                              <w:szCs w:val="36"/>
                            </w:rPr>
                          </w:pPr>
                          <w:r w:rsidRPr="00483BB1">
                            <w:rPr>
                              <w:rFonts w:ascii="Aeonik Light" w:hAnsi="Aeonik Light"/>
                              <w:color w:val="00B4E0"/>
                              <w:sz w:val="36"/>
                              <w:szCs w:val="36"/>
                            </w:rPr>
                            <w:t>Subtítulo del documento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br w:type="page"/>
          </w:r>
        </w:p>
      </w:sdtContent>
    </w:sdt>
    <w:p w:rsidR="0035196A" w:rsidRPr="00A82DED" w:rsidRDefault="00A82DED" w:rsidP="00A82DED">
      <w:pPr>
        <w:pStyle w:val="Ttulo"/>
      </w:pPr>
      <w:r w:rsidRPr="00A82DED">
        <w:lastRenderedPageBreak/>
        <w:t>Esto es un título</w:t>
      </w:r>
    </w:p>
    <w:p w:rsidR="00A82DED" w:rsidRDefault="00A82DED" w:rsidP="00A82DED">
      <w:pPr>
        <w:pStyle w:val="Ttulo1"/>
      </w:pPr>
      <w:r>
        <w:t>Esto es un título 1</w:t>
      </w:r>
    </w:p>
    <w:p w:rsidR="00A82DED" w:rsidRPr="00A82DED" w:rsidRDefault="00A82DED" w:rsidP="00A82DED">
      <w:pPr>
        <w:pStyle w:val="Ttulo2"/>
      </w:pPr>
      <w:r w:rsidRPr="00A82DED">
        <w:t>Esto es un título 2</w:t>
      </w:r>
    </w:p>
    <w:p w:rsidR="00A82DED" w:rsidRDefault="00A82DED" w:rsidP="00A82DED">
      <w:pPr>
        <w:pStyle w:val="Subttulo"/>
      </w:pPr>
      <w:r>
        <w:t>Subtítulo</w:t>
      </w:r>
    </w:p>
    <w:p w:rsidR="00A82DED" w:rsidRPr="00A82DED" w:rsidRDefault="00A82DED">
      <w:pPr>
        <w:rPr>
          <w:rStyle w:val="nfasissutil"/>
        </w:rPr>
      </w:pPr>
      <w:r w:rsidRPr="00A82DED">
        <w:rPr>
          <w:rStyle w:val="nfasissutil"/>
        </w:rPr>
        <w:t>Énfasis sutil</w:t>
      </w:r>
    </w:p>
    <w:p w:rsidR="00A82DED" w:rsidRPr="00A82DED" w:rsidRDefault="00A82DED">
      <w:pPr>
        <w:rPr>
          <w:rStyle w:val="nfasisintenso"/>
        </w:rPr>
      </w:pPr>
      <w:r w:rsidRPr="00A82DED">
        <w:rPr>
          <w:rStyle w:val="nfasisintenso"/>
        </w:rPr>
        <w:t>Énfasis intenso</w:t>
      </w:r>
    </w:p>
    <w:p w:rsidR="00856C22" w:rsidRDefault="00856C22"/>
    <w:p w:rsidR="00856C22" w:rsidRDefault="00856C22">
      <w:r>
        <w:br w:type="page"/>
      </w:r>
    </w:p>
    <w:p w:rsidR="00A82DED" w:rsidRDefault="00A82DED"/>
    <w:sectPr w:rsidR="00A82DED" w:rsidSect="00856C2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0131D" w:rsidRDefault="0010131D" w:rsidP="0035196A">
      <w:r>
        <w:separator/>
      </w:r>
    </w:p>
  </w:endnote>
  <w:endnote w:type="continuationSeparator" w:id="0">
    <w:p w:rsidR="0010131D" w:rsidRDefault="0010131D" w:rsidP="00351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eonik">
    <w:panose1 w:val="02010503030300000000"/>
    <w:charset w:val="00"/>
    <w:family w:val="auto"/>
    <w:notTrueType/>
    <w:pitch w:val="variable"/>
    <w:sig w:usb0="80000047" w:usb1="00002073" w:usb2="00000000" w:usb3="00000000" w:csb0="00000093" w:csb1="00000000"/>
  </w:font>
  <w:font w:name="Aeonik Light">
    <w:panose1 w:val="02010503030300000000"/>
    <w:charset w:val="00"/>
    <w:family w:val="auto"/>
    <w:notTrueType/>
    <w:pitch w:val="variable"/>
    <w:sig w:usb0="80000047" w:usb1="00002073" w:usb2="00000000" w:usb3="00000000" w:csb0="00000093" w:csb1="00000000"/>
  </w:font>
  <w:font w:name="Aeonik Medium">
    <w:panose1 w:val="02010503030300000000"/>
    <w:charset w:val="00"/>
    <w:family w:val="auto"/>
    <w:notTrueType/>
    <w:pitch w:val="variable"/>
    <w:sig w:usb0="80000047" w:usb1="00002073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6C22" w:rsidRPr="00856C22" w:rsidRDefault="00856C22" w:rsidP="00856C22">
    <w:pPr>
      <w:pStyle w:val="Piedepgina"/>
      <w:jc w:val="right"/>
    </w:pPr>
    <w:r>
      <w:rPr>
        <w:noProof/>
      </w:rPr>
      <w:drawing>
        <wp:anchor distT="0" distB="0" distL="114300" distR="114300" simplePos="0" relativeHeight="251662336" behindDoc="0" locked="0" layoutInCell="1" allowOverlap="1" wp14:anchorId="6B04F341" wp14:editId="30BF7B19">
          <wp:simplePos x="0" y="0"/>
          <wp:positionH relativeFrom="column">
            <wp:posOffset>5821354</wp:posOffset>
          </wp:positionH>
          <wp:positionV relativeFrom="page">
            <wp:posOffset>9178479</wp:posOffset>
          </wp:positionV>
          <wp:extent cx="1051200" cy="1051200"/>
          <wp:effectExtent l="0" t="0" r="3175" b="0"/>
          <wp:wrapThrough wrapText="bothSides">
            <wp:wrapPolygon edited="0">
              <wp:start x="13834" y="261"/>
              <wp:lineTo x="10702" y="2871"/>
              <wp:lineTo x="9919" y="3654"/>
              <wp:lineTo x="9919" y="4960"/>
              <wp:lineTo x="3654" y="9136"/>
              <wp:lineTo x="0" y="9397"/>
              <wp:lineTo x="0" y="17489"/>
              <wp:lineTo x="1827" y="17489"/>
              <wp:lineTo x="1566" y="19055"/>
              <wp:lineTo x="3132" y="20360"/>
              <wp:lineTo x="5221" y="20882"/>
              <wp:lineTo x="8092" y="20882"/>
              <wp:lineTo x="11485" y="17750"/>
              <wp:lineTo x="11485" y="17489"/>
              <wp:lineTo x="12529" y="13312"/>
              <wp:lineTo x="16706" y="13312"/>
              <wp:lineTo x="21143" y="11224"/>
              <wp:lineTo x="21404" y="8614"/>
              <wp:lineTo x="21404" y="3654"/>
              <wp:lineTo x="18272" y="1305"/>
              <wp:lineTo x="15662" y="261"/>
              <wp:lineTo x="13834" y="261"/>
            </wp:wrapPolygon>
          </wp:wrapThrough>
          <wp:docPr id="741869568" name="Gráfico 7418695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2117046" name="Gráfico 2102117046"/>
                  <pic:cNvPicPr/>
                </pic:nvPicPr>
                <pic:blipFill>
                  <a:blip r:embed="rId1">
                    <a:alphaModFix amt="31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1200" cy="105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56C22">
      <w:t xml:space="preserve">Página </w:t>
    </w:r>
    <w:r w:rsidRPr="00856C22">
      <w:fldChar w:fldCharType="begin"/>
    </w:r>
    <w:r w:rsidRPr="00856C22">
      <w:instrText xml:space="preserve"> PAGE </w:instrText>
    </w:r>
    <w:r w:rsidRPr="00856C22">
      <w:fldChar w:fldCharType="separate"/>
    </w:r>
    <w:r w:rsidRPr="00856C22">
      <w:t>2</w:t>
    </w:r>
    <w:r w:rsidRPr="00856C22">
      <w:fldChar w:fldCharType="end"/>
    </w:r>
    <w:r w:rsidRPr="00856C22">
      <w:t xml:space="preserve"> de </w:t>
    </w:r>
    <w:fldSimple w:instr=" NUMPAGES ">
      <w:r w:rsidRPr="00856C22"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5196A" w:rsidRPr="00856C22" w:rsidRDefault="00856C22" w:rsidP="00856C22">
    <w:pPr>
      <w:pStyle w:val="Piedepgin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33CEF81" wp14:editId="6079FA54">
          <wp:simplePos x="0" y="0"/>
          <wp:positionH relativeFrom="column">
            <wp:posOffset>-1223318</wp:posOffset>
          </wp:positionH>
          <wp:positionV relativeFrom="page">
            <wp:posOffset>9080019</wp:posOffset>
          </wp:positionV>
          <wp:extent cx="1050290" cy="1050290"/>
          <wp:effectExtent l="0" t="0" r="3810" b="0"/>
          <wp:wrapThrough wrapText="bothSides">
            <wp:wrapPolygon edited="0">
              <wp:start x="13843" y="261"/>
              <wp:lineTo x="10709" y="2873"/>
              <wp:lineTo x="9925" y="3657"/>
              <wp:lineTo x="9925" y="4963"/>
              <wp:lineTo x="3657" y="9141"/>
              <wp:lineTo x="0" y="9403"/>
              <wp:lineTo x="0" y="17499"/>
              <wp:lineTo x="1828" y="17499"/>
              <wp:lineTo x="1567" y="19067"/>
              <wp:lineTo x="3134" y="20372"/>
              <wp:lineTo x="5224" y="20895"/>
              <wp:lineTo x="8097" y="20895"/>
              <wp:lineTo x="11492" y="17761"/>
              <wp:lineTo x="11492" y="17499"/>
              <wp:lineTo x="12537" y="13320"/>
              <wp:lineTo x="16716" y="13320"/>
              <wp:lineTo x="21156" y="11231"/>
              <wp:lineTo x="21417" y="8619"/>
              <wp:lineTo x="21417" y="3657"/>
              <wp:lineTo x="18283" y="1306"/>
              <wp:lineTo x="15671" y="261"/>
              <wp:lineTo x="13843" y="261"/>
            </wp:wrapPolygon>
          </wp:wrapThrough>
          <wp:docPr id="2102117046" name="Gráfico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2117046" name="Gráfico 2102117046"/>
                  <pic:cNvPicPr/>
                </pic:nvPicPr>
                <pic:blipFill>
                  <a:blip r:embed="rId1">
                    <a:alphaModFix amt="31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0290" cy="1050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56C22">
      <w:t xml:space="preserve">Página </w:t>
    </w:r>
    <w:r w:rsidRPr="00856C22">
      <w:fldChar w:fldCharType="begin"/>
    </w:r>
    <w:r w:rsidRPr="00856C22">
      <w:instrText xml:space="preserve"> PAGE </w:instrText>
    </w:r>
    <w:r w:rsidRPr="00856C22">
      <w:fldChar w:fldCharType="separate"/>
    </w:r>
    <w:r w:rsidRPr="00856C22">
      <w:t>1</w:t>
    </w:r>
    <w:r w:rsidRPr="00856C22">
      <w:fldChar w:fldCharType="end"/>
    </w:r>
    <w:r w:rsidRPr="00856C22">
      <w:t xml:space="preserve"> de </w:t>
    </w:r>
    <w:fldSimple w:instr=" NUMPAGES ">
      <w:r w:rsidRPr="00856C22">
        <w:t>1</w:t>
      </w:r>
    </w:fldSimple>
    <w:r w:rsidRPr="00856C22">
      <w:rPr>
        <w:noProof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844F5" w:rsidRDefault="00C844F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0131D" w:rsidRDefault="0010131D" w:rsidP="0035196A">
      <w:r>
        <w:separator/>
      </w:r>
    </w:p>
  </w:footnote>
  <w:footnote w:type="continuationSeparator" w:id="0">
    <w:p w:rsidR="0010131D" w:rsidRDefault="0010131D" w:rsidP="00351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5196A" w:rsidRDefault="00856C22">
    <w:pPr>
      <w:pStyle w:val="Encabezado"/>
    </w:pPr>
    <w:r>
      <w:t>Título del documento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36942" w:rsidRDefault="00856C22">
    <w:r>
      <w:rPr>
        <w:noProof/>
      </w:rPr>
      <w:t xml:space="preserve"> </w:t>
    </w:r>
    <w:r w:rsidRPr="00856C22">
      <w:rPr>
        <w:rStyle w:val="EncabezadoCar"/>
      </w:rPr>
      <w:t>Título del documento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5196A" w:rsidRDefault="0035196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isplayBackgroundShape/>
  <w:attachedTemplate r:id="rId1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226"/>
    <w:rsid w:val="000426E5"/>
    <w:rsid w:val="0010131D"/>
    <w:rsid w:val="0035196A"/>
    <w:rsid w:val="00483BB1"/>
    <w:rsid w:val="007D5970"/>
    <w:rsid w:val="007F5226"/>
    <w:rsid w:val="00856C22"/>
    <w:rsid w:val="00953055"/>
    <w:rsid w:val="0097798D"/>
    <w:rsid w:val="00982987"/>
    <w:rsid w:val="00A05A77"/>
    <w:rsid w:val="00A24EF7"/>
    <w:rsid w:val="00A82DED"/>
    <w:rsid w:val="00BC3CE2"/>
    <w:rsid w:val="00C844F5"/>
    <w:rsid w:val="00D36942"/>
    <w:rsid w:val="00EE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CC4941"/>
  <w15:chartTrackingRefBased/>
  <w15:docId w15:val="{26C4F4F7-78CD-704D-B412-432B9C3FC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82DED"/>
    <w:pPr>
      <w:keepNext/>
      <w:keepLines/>
      <w:spacing w:before="240"/>
      <w:outlineLvl w:val="0"/>
    </w:pPr>
    <w:rPr>
      <w:rFonts w:ascii="Aeonik" w:eastAsiaTheme="majorEastAsia" w:hAnsi="Aeonik" w:cstheme="majorBidi"/>
      <w:b/>
      <w:color w:val="2F5496" w:themeColor="accent1" w:themeShade="BF"/>
      <w:sz w:val="36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82DED"/>
    <w:pPr>
      <w:keepNext/>
      <w:keepLines/>
      <w:spacing w:before="40"/>
      <w:outlineLvl w:val="1"/>
    </w:pPr>
    <w:rPr>
      <w:rFonts w:ascii="Aeonik Light" w:eastAsiaTheme="majorEastAsia" w:hAnsi="Aeonik Light" w:cstheme="majorBidi"/>
      <w:color w:val="00B4E0"/>
      <w:sz w:val="28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56C22"/>
    <w:pPr>
      <w:tabs>
        <w:tab w:val="center" w:pos="4419"/>
        <w:tab w:val="right" w:pos="8838"/>
      </w:tabs>
    </w:pPr>
    <w:rPr>
      <w:rFonts w:ascii="Aeonik Medium" w:hAnsi="Aeonik Medium"/>
      <w:color w:val="0070C0"/>
    </w:rPr>
  </w:style>
  <w:style w:type="character" w:customStyle="1" w:styleId="EncabezadoCar">
    <w:name w:val="Encabezado Car"/>
    <w:basedOn w:val="Fuentedeprrafopredeter"/>
    <w:link w:val="Encabezado"/>
    <w:uiPriority w:val="99"/>
    <w:rsid w:val="00856C22"/>
    <w:rPr>
      <w:rFonts w:ascii="Aeonik Medium" w:hAnsi="Aeonik Medium"/>
      <w:color w:val="0070C0"/>
    </w:rPr>
  </w:style>
  <w:style w:type="paragraph" w:styleId="Piedepgina">
    <w:name w:val="footer"/>
    <w:basedOn w:val="Normal"/>
    <w:link w:val="PiedepginaCar"/>
    <w:uiPriority w:val="99"/>
    <w:unhideWhenUsed/>
    <w:rsid w:val="00856C22"/>
    <w:pPr>
      <w:tabs>
        <w:tab w:val="center" w:pos="4419"/>
        <w:tab w:val="right" w:pos="8838"/>
      </w:tabs>
    </w:pPr>
    <w:rPr>
      <w:rFonts w:ascii="Aeonik" w:hAnsi="Aeonik"/>
      <w:color w:val="0F4A7C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56C22"/>
    <w:rPr>
      <w:rFonts w:ascii="Aeonik" w:hAnsi="Aeonik"/>
      <w:color w:val="0F4A7C"/>
    </w:rPr>
  </w:style>
  <w:style w:type="paragraph" w:styleId="Sinespaciado">
    <w:name w:val="No Spacing"/>
    <w:link w:val="SinespaciadoCar"/>
    <w:uiPriority w:val="1"/>
    <w:qFormat/>
    <w:rsid w:val="00483BB1"/>
    <w:rPr>
      <w:rFonts w:eastAsiaTheme="minorEastAsia"/>
      <w:kern w:val="0"/>
      <w:sz w:val="22"/>
      <w:szCs w:val="22"/>
      <w:lang w:val="en-US" w:eastAsia="zh-CN"/>
      <w14:ligatures w14:val="none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483BB1"/>
    <w:rPr>
      <w:rFonts w:eastAsiaTheme="minorEastAsia"/>
      <w:kern w:val="0"/>
      <w:sz w:val="22"/>
      <w:szCs w:val="22"/>
      <w:lang w:val="en-US" w:eastAsia="zh-CN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A82DED"/>
    <w:rPr>
      <w:rFonts w:ascii="Aeonik" w:eastAsiaTheme="majorEastAsia" w:hAnsi="Aeonik" w:cstheme="majorBidi"/>
      <w:b/>
      <w:color w:val="2F5496" w:themeColor="accent1" w:themeShade="BF"/>
      <w:sz w:val="36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A82DED"/>
    <w:rPr>
      <w:rFonts w:ascii="Aeonik Light" w:eastAsiaTheme="majorEastAsia" w:hAnsi="Aeonik Light" w:cstheme="majorBidi"/>
      <w:color w:val="00B4E0"/>
      <w:sz w:val="28"/>
      <w:szCs w:val="26"/>
    </w:rPr>
  </w:style>
  <w:style w:type="paragraph" w:styleId="Ttulo">
    <w:name w:val="Title"/>
    <w:basedOn w:val="Normal"/>
    <w:next w:val="Normal"/>
    <w:link w:val="TtuloCar"/>
    <w:uiPriority w:val="10"/>
    <w:qFormat/>
    <w:rsid w:val="00A82DED"/>
    <w:pPr>
      <w:contextualSpacing/>
    </w:pPr>
    <w:rPr>
      <w:rFonts w:ascii="Aeonik" w:eastAsiaTheme="majorEastAsia" w:hAnsi="Aeonik" w:cstheme="majorBidi"/>
      <w:b/>
      <w:color w:val="002E5F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82DED"/>
    <w:rPr>
      <w:rFonts w:ascii="Aeonik" w:eastAsiaTheme="majorEastAsia" w:hAnsi="Aeonik" w:cstheme="majorBidi"/>
      <w:b/>
      <w:color w:val="002E5F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82DED"/>
    <w:pPr>
      <w:numPr>
        <w:ilvl w:val="1"/>
      </w:numPr>
      <w:spacing w:after="160"/>
    </w:pPr>
    <w:rPr>
      <w:rFonts w:ascii="Aeonik Light" w:eastAsiaTheme="minorEastAsia" w:hAnsi="Aeonik Light"/>
      <w:i/>
      <w:color w:val="00B4E0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A82DED"/>
    <w:rPr>
      <w:rFonts w:ascii="Aeonik Light" w:eastAsiaTheme="minorEastAsia" w:hAnsi="Aeonik Light"/>
      <w:i/>
      <w:color w:val="00B4E0"/>
      <w:spacing w:val="15"/>
      <w:sz w:val="22"/>
      <w:szCs w:val="22"/>
    </w:rPr>
  </w:style>
  <w:style w:type="character" w:styleId="nfasissutil">
    <w:name w:val="Subtle Emphasis"/>
    <w:basedOn w:val="Fuentedeprrafopredeter"/>
    <w:uiPriority w:val="19"/>
    <w:qFormat/>
    <w:rsid w:val="00A82DED"/>
    <w:rPr>
      <w:rFonts w:ascii="Aeonik" w:hAnsi="Aeonik"/>
      <w:b w:val="0"/>
      <w:i/>
      <w:iCs/>
      <w:color w:val="00B0F0"/>
    </w:rPr>
  </w:style>
  <w:style w:type="character" w:styleId="nfasisintenso">
    <w:name w:val="Intense Emphasis"/>
    <w:basedOn w:val="Fuentedeprrafopredeter"/>
    <w:uiPriority w:val="21"/>
    <w:qFormat/>
    <w:rsid w:val="00A82DED"/>
    <w:rPr>
      <w:rFonts w:ascii="Aeonik Medium" w:hAnsi="Aeonik Medium"/>
      <w:b w:val="0"/>
      <w:i/>
      <w:iCs/>
      <w:color w:val="00B4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rauliomartinez/Proyectos/MS2S%20Innovacio&#769;n/Imagen%20Corporativa%20MS2S/Plantillas/Word/MS2S-Clar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MS2S-Claro.dotx</Template>
  <TotalTime>0</TotalTime>
  <Pages>3</Pages>
  <Words>17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Bra Martínez</cp:lastModifiedBy>
  <cp:revision>1</cp:revision>
  <dcterms:created xsi:type="dcterms:W3CDTF">2023-07-06T15:36:00Z</dcterms:created>
  <dcterms:modified xsi:type="dcterms:W3CDTF">2023-07-06T15:36:00Z</dcterms:modified>
</cp:coreProperties>
</file>